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0A125" w14:textId="4B1120A3" w:rsidR="00463F67" w:rsidRDefault="00FA73AF" w:rsidP="00463F67">
      <w:pPr>
        <w:pStyle w:val="Title"/>
      </w:pPr>
      <w:sdt>
        <w:sdtPr>
          <w:alias w:val="Title"/>
          <w:tag w:val=""/>
          <w:id w:val="1062761741"/>
          <w:placeholder>
            <w:docPart w:val="487B6FA7C94E44079BF1BD444572F4C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F1A87" w:rsidRPr="00AF1A87">
            <w:t>Form TC07A – Nomination form for training and checking personnel</w:t>
          </w:r>
        </w:sdtContent>
      </w:sdt>
    </w:p>
    <w:tbl>
      <w:tblPr>
        <w:tblStyle w:val="SD-MOStable"/>
        <w:tblW w:w="9634" w:type="dxa"/>
        <w:tblLook w:val="0620" w:firstRow="1" w:lastRow="0" w:firstColumn="0" w:lastColumn="0" w:noHBand="1" w:noVBand="1"/>
      </w:tblPr>
      <w:tblGrid>
        <w:gridCol w:w="2547"/>
        <w:gridCol w:w="1276"/>
        <w:gridCol w:w="4112"/>
        <w:gridCol w:w="1699"/>
      </w:tblGrid>
      <w:tr w:rsidR="00C956D8" w:rsidRPr="00DB6B68" w14:paraId="3DFE38F1" w14:textId="77777777" w:rsidTr="00F335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tcW w:w="2547" w:type="dxa"/>
          </w:tcPr>
          <w:p w14:paraId="6171B635" w14:textId="77777777" w:rsidR="00C956D8" w:rsidRPr="006D7FDE" w:rsidRDefault="00C956D8" w:rsidP="00F3353D">
            <w:r w:rsidRPr="00DB6B68">
              <w:t>Name</w:t>
            </w:r>
          </w:p>
        </w:tc>
        <w:tc>
          <w:tcPr>
            <w:tcW w:w="1276" w:type="dxa"/>
          </w:tcPr>
          <w:p w14:paraId="626800B2" w14:textId="77777777" w:rsidR="00C956D8" w:rsidRPr="006D7FDE" w:rsidRDefault="00C956D8" w:rsidP="00F3353D">
            <w:r w:rsidRPr="00DB6B68">
              <w:t>ARN</w:t>
            </w:r>
          </w:p>
        </w:tc>
        <w:tc>
          <w:tcPr>
            <w:tcW w:w="4112" w:type="dxa"/>
          </w:tcPr>
          <w:p w14:paraId="4AEF86A7" w14:textId="77777777" w:rsidR="00C956D8" w:rsidRPr="006D7FDE" w:rsidRDefault="00C956D8" w:rsidP="00F3353D">
            <w:r w:rsidRPr="00DB6B68">
              <w:t>Training and checking events authorised</w:t>
            </w:r>
          </w:p>
        </w:tc>
        <w:tc>
          <w:tcPr>
            <w:tcW w:w="1699" w:type="dxa"/>
          </w:tcPr>
          <w:p w14:paraId="620D9446" w14:textId="77777777" w:rsidR="00C956D8" w:rsidRPr="006D7FDE" w:rsidRDefault="00C956D8" w:rsidP="00F3353D">
            <w:r w:rsidRPr="00DB6B68">
              <w:t xml:space="preserve">CASA </w:t>
            </w:r>
            <w:r w:rsidRPr="00DB6B68">
              <w:br/>
              <w:t>advice date</w:t>
            </w:r>
          </w:p>
        </w:tc>
      </w:tr>
      <w:tr w:rsidR="00C956D8" w:rsidRPr="00DB6B68" w14:paraId="69B75ED5" w14:textId="77777777" w:rsidTr="00F3353D">
        <w:trPr>
          <w:trHeight w:val="25"/>
        </w:trPr>
        <w:tc>
          <w:tcPr>
            <w:tcW w:w="2547" w:type="dxa"/>
          </w:tcPr>
          <w:p w14:paraId="5CDB4486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276" w:type="dxa"/>
          </w:tcPr>
          <w:p w14:paraId="62E0B3C0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4112" w:type="dxa"/>
          </w:tcPr>
          <w:p w14:paraId="615CBC3E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699" w:type="dxa"/>
          </w:tcPr>
          <w:p w14:paraId="3DAE7B27" w14:textId="77777777" w:rsidR="00C956D8" w:rsidRPr="00DB6B68" w:rsidRDefault="00C956D8" w:rsidP="00F3353D">
            <w:pPr>
              <w:pStyle w:val="Tabletext"/>
            </w:pPr>
          </w:p>
        </w:tc>
      </w:tr>
      <w:tr w:rsidR="00C956D8" w:rsidRPr="00DB6B68" w14:paraId="2524A792" w14:textId="77777777" w:rsidTr="00F3353D">
        <w:trPr>
          <w:trHeight w:val="25"/>
        </w:trPr>
        <w:tc>
          <w:tcPr>
            <w:tcW w:w="2547" w:type="dxa"/>
          </w:tcPr>
          <w:p w14:paraId="3ABDFF26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276" w:type="dxa"/>
          </w:tcPr>
          <w:p w14:paraId="25F2329E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4112" w:type="dxa"/>
          </w:tcPr>
          <w:p w14:paraId="578C9AC2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699" w:type="dxa"/>
          </w:tcPr>
          <w:p w14:paraId="4819E9A1" w14:textId="77777777" w:rsidR="00C956D8" w:rsidRPr="00DB6B68" w:rsidRDefault="00C956D8" w:rsidP="00F3353D">
            <w:pPr>
              <w:pStyle w:val="Tabletext"/>
            </w:pPr>
          </w:p>
        </w:tc>
      </w:tr>
      <w:tr w:rsidR="00C956D8" w:rsidRPr="00DB6B68" w14:paraId="6053A538" w14:textId="77777777" w:rsidTr="00F3353D">
        <w:trPr>
          <w:trHeight w:val="25"/>
        </w:trPr>
        <w:tc>
          <w:tcPr>
            <w:tcW w:w="2547" w:type="dxa"/>
          </w:tcPr>
          <w:p w14:paraId="0A3D5CF7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276" w:type="dxa"/>
          </w:tcPr>
          <w:p w14:paraId="6F2429CC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4112" w:type="dxa"/>
          </w:tcPr>
          <w:p w14:paraId="59646E8B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699" w:type="dxa"/>
          </w:tcPr>
          <w:p w14:paraId="7CF1B903" w14:textId="77777777" w:rsidR="00C956D8" w:rsidRPr="00DB6B68" w:rsidRDefault="00C956D8" w:rsidP="00F3353D">
            <w:pPr>
              <w:pStyle w:val="Tabletext"/>
            </w:pPr>
          </w:p>
        </w:tc>
      </w:tr>
      <w:tr w:rsidR="00C956D8" w:rsidRPr="00DB6B68" w14:paraId="5D40CE03" w14:textId="77777777" w:rsidTr="00F3353D">
        <w:trPr>
          <w:trHeight w:val="25"/>
        </w:trPr>
        <w:tc>
          <w:tcPr>
            <w:tcW w:w="2547" w:type="dxa"/>
          </w:tcPr>
          <w:p w14:paraId="03F63C60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276" w:type="dxa"/>
          </w:tcPr>
          <w:p w14:paraId="1876D8FD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4112" w:type="dxa"/>
          </w:tcPr>
          <w:p w14:paraId="226F1889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699" w:type="dxa"/>
          </w:tcPr>
          <w:p w14:paraId="1B0D0335" w14:textId="77777777" w:rsidR="00C956D8" w:rsidRPr="00DB6B68" w:rsidRDefault="00C956D8" w:rsidP="00F3353D">
            <w:pPr>
              <w:pStyle w:val="Tabletext"/>
            </w:pPr>
          </w:p>
        </w:tc>
      </w:tr>
      <w:tr w:rsidR="00C956D8" w:rsidRPr="00DB6B68" w14:paraId="51B8DA4C" w14:textId="77777777" w:rsidTr="00F3353D">
        <w:trPr>
          <w:trHeight w:val="25"/>
        </w:trPr>
        <w:tc>
          <w:tcPr>
            <w:tcW w:w="2547" w:type="dxa"/>
          </w:tcPr>
          <w:p w14:paraId="1A2C270D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276" w:type="dxa"/>
          </w:tcPr>
          <w:p w14:paraId="2AE2EF05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4112" w:type="dxa"/>
          </w:tcPr>
          <w:p w14:paraId="5EF86FBA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699" w:type="dxa"/>
          </w:tcPr>
          <w:p w14:paraId="7BE31566" w14:textId="77777777" w:rsidR="00C956D8" w:rsidRPr="00DB6B68" w:rsidRDefault="00C956D8" w:rsidP="00F3353D">
            <w:pPr>
              <w:pStyle w:val="Tabletext"/>
            </w:pPr>
          </w:p>
        </w:tc>
      </w:tr>
      <w:tr w:rsidR="00C956D8" w:rsidRPr="00DB6B68" w14:paraId="1C9D4FC6" w14:textId="77777777" w:rsidTr="00F3353D">
        <w:trPr>
          <w:trHeight w:val="25"/>
        </w:trPr>
        <w:tc>
          <w:tcPr>
            <w:tcW w:w="2547" w:type="dxa"/>
          </w:tcPr>
          <w:p w14:paraId="3B9B7358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276" w:type="dxa"/>
          </w:tcPr>
          <w:p w14:paraId="55A4D9B9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4112" w:type="dxa"/>
          </w:tcPr>
          <w:p w14:paraId="3041777C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699" w:type="dxa"/>
          </w:tcPr>
          <w:p w14:paraId="5A918B64" w14:textId="77777777" w:rsidR="00C956D8" w:rsidRPr="00DB6B68" w:rsidRDefault="00C956D8" w:rsidP="00F3353D">
            <w:pPr>
              <w:pStyle w:val="Tabletext"/>
            </w:pPr>
          </w:p>
        </w:tc>
      </w:tr>
      <w:tr w:rsidR="00C956D8" w:rsidRPr="00DB6B68" w14:paraId="5706908C" w14:textId="77777777" w:rsidTr="00F3353D">
        <w:trPr>
          <w:trHeight w:val="25"/>
        </w:trPr>
        <w:tc>
          <w:tcPr>
            <w:tcW w:w="2547" w:type="dxa"/>
          </w:tcPr>
          <w:p w14:paraId="5A0A2D9A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276" w:type="dxa"/>
          </w:tcPr>
          <w:p w14:paraId="53846282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4112" w:type="dxa"/>
          </w:tcPr>
          <w:p w14:paraId="18C3EED8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699" w:type="dxa"/>
          </w:tcPr>
          <w:p w14:paraId="2FAE913D" w14:textId="77777777" w:rsidR="00C956D8" w:rsidRPr="00DB6B68" w:rsidRDefault="00C956D8" w:rsidP="00F3353D">
            <w:pPr>
              <w:pStyle w:val="Tabletext"/>
            </w:pPr>
          </w:p>
        </w:tc>
      </w:tr>
      <w:tr w:rsidR="00C956D8" w:rsidRPr="00DB6B68" w14:paraId="391A0208" w14:textId="77777777" w:rsidTr="00F3353D">
        <w:trPr>
          <w:trHeight w:val="25"/>
        </w:trPr>
        <w:tc>
          <w:tcPr>
            <w:tcW w:w="2547" w:type="dxa"/>
          </w:tcPr>
          <w:p w14:paraId="31E43E53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276" w:type="dxa"/>
          </w:tcPr>
          <w:p w14:paraId="1C37CC79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4112" w:type="dxa"/>
          </w:tcPr>
          <w:p w14:paraId="23ABFB07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699" w:type="dxa"/>
          </w:tcPr>
          <w:p w14:paraId="17C9F072" w14:textId="77777777" w:rsidR="00C956D8" w:rsidRPr="00DB6B68" w:rsidRDefault="00C956D8" w:rsidP="00F3353D">
            <w:pPr>
              <w:pStyle w:val="Tabletext"/>
            </w:pPr>
          </w:p>
        </w:tc>
      </w:tr>
      <w:tr w:rsidR="00C956D8" w:rsidRPr="00DB6B68" w14:paraId="5CE2B2AB" w14:textId="77777777" w:rsidTr="00F3353D">
        <w:trPr>
          <w:trHeight w:val="25"/>
        </w:trPr>
        <w:tc>
          <w:tcPr>
            <w:tcW w:w="2547" w:type="dxa"/>
          </w:tcPr>
          <w:p w14:paraId="35CCC4B9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276" w:type="dxa"/>
          </w:tcPr>
          <w:p w14:paraId="0BA3C28E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4112" w:type="dxa"/>
          </w:tcPr>
          <w:p w14:paraId="246B70CB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699" w:type="dxa"/>
          </w:tcPr>
          <w:p w14:paraId="48D2DFDB" w14:textId="77777777" w:rsidR="00C956D8" w:rsidRPr="00DB6B68" w:rsidRDefault="00C956D8" w:rsidP="00F3353D">
            <w:pPr>
              <w:pStyle w:val="Tabletext"/>
            </w:pPr>
          </w:p>
        </w:tc>
      </w:tr>
      <w:tr w:rsidR="00C956D8" w:rsidRPr="00DB6B68" w14:paraId="3DF00AE2" w14:textId="77777777" w:rsidTr="00F3353D">
        <w:trPr>
          <w:trHeight w:val="25"/>
        </w:trPr>
        <w:tc>
          <w:tcPr>
            <w:tcW w:w="2547" w:type="dxa"/>
          </w:tcPr>
          <w:p w14:paraId="7FED295A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276" w:type="dxa"/>
          </w:tcPr>
          <w:p w14:paraId="48585CBA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4112" w:type="dxa"/>
          </w:tcPr>
          <w:p w14:paraId="00EA2F4E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699" w:type="dxa"/>
          </w:tcPr>
          <w:p w14:paraId="33256DBF" w14:textId="77777777" w:rsidR="00C956D8" w:rsidRPr="00DB6B68" w:rsidRDefault="00C956D8" w:rsidP="00F3353D">
            <w:pPr>
              <w:pStyle w:val="Tabletext"/>
            </w:pPr>
          </w:p>
        </w:tc>
      </w:tr>
      <w:tr w:rsidR="00C956D8" w:rsidRPr="00DB6B68" w14:paraId="2010CAE9" w14:textId="77777777" w:rsidTr="00F3353D">
        <w:trPr>
          <w:trHeight w:val="25"/>
        </w:trPr>
        <w:tc>
          <w:tcPr>
            <w:tcW w:w="2547" w:type="dxa"/>
          </w:tcPr>
          <w:p w14:paraId="3CDE64EB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276" w:type="dxa"/>
          </w:tcPr>
          <w:p w14:paraId="3AD2613D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4112" w:type="dxa"/>
          </w:tcPr>
          <w:p w14:paraId="33E94125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699" w:type="dxa"/>
          </w:tcPr>
          <w:p w14:paraId="1674F612" w14:textId="77777777" w:rsidR="00C956D8" w:rsidRPr="00DB6B68" w:rsidRDefault="00C956D8" w:rsidP="00F3353D">
            <w:pPr>
              <w:pStyle w:val="Tabletext"/>
            </w:pPr>
          </w:p>
        </w:tc>
      </w:tr>
      <w:tr w:rsidR="00C956D8" w:rsidRPr="00DB6B68" w14:paraId="204C682D" w14:textId="77777777" w:rsidTr="00F3353D">
        <w:trPr>
          <w:trHeight w:val="25"/>
        </w:trPr>
        <w:tc>
          <w:tcPr>
            <w:tcW w:w="2547" w:type="dxa"/>
          </w:tcPr>
          <w:p w14:paraId="3F45133A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276" w:type="dxa"/>
          </w:tcPr>
          <w:p w14:paraId="57FF75F4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4112" w:type="dxa"/>
          </w:tcPr>
          <w:p w14:paraId="7E5D0254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699" w:type="dxa"/>
          </w:tcPr>
          <w:p w14:paraId="512F57E9" w14:textId="77777777" w:rsidR="00C956D8" w:rsidRPr="00DB6B68" w:rsidRDefault="00C956D8" w:rsidP="00F3353D">
            <w:pPr>
              <w:pStyle w:val="Tabletext"/>
            </w:pPr>
          </w:p>
        </w:tc>
      </w:tr>
      <w:tr w:rsidR="00C956D8" w:rsidRPr="00DB6B68" w14:paraId="0ACDBBF4" w14:textId="77777777" w:rsidTr="00F3353D">
        <w:trPr>
          <w:trHeight w:val="25"/>
        </w:trPr>
        <w:tc>
          <w:tcPr>
            <w:tcW w:w="2547" w:type="dxa"/>
          </w:tcPr>
          <w:p w14:paraId="2E455AB8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276" w:type="dxa"/>
          </w:tcPr>
          <w:p w14:paraId="35B60C8D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4112" w:type="dxa"/>
          </w:tcPr>
          <w:p w14:paraId="240C508C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699" w:type="dxa"/>
          </w:tcPr>
          <w:p w14:paraId="077ABDBD" w14:textId="77777777" w:rsidR="00C956D8" w:rsidRPr="00DB6B68" w:rsidRDefault="00C956D8" w:rsidP="00F3353D">
            <w:pPr>
              <w:pStyle w:val="Tabletext"/>
            </w:pPr>
          </w:p>
        </w:tc>
      </w:tr>
      <w:tr w:rsidR="00C956D8" w:rsidRPr="00DB6B68" w14:paraId="337D7D8F" w14:textId="77777777" w:rsidTr="00F3353D">
        <w:trPr>
          <w:trHeight w:val="25"/>
        </w:trPr>
        <w:tc>
          <w:tcPr>
            <w:tcW w:w="2547" w:type="dxa"/>
          </w:tcPr>
          <w:p w14:paraId="11B02D46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276" w:type="dxa"/>
          </w:tcPr>
          <w:p w14:paraId="2EC5A1A9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4112" w:type="dxa"/>
          </w:tcPr>
          <w:p w14:paraId="6ED791F4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699" w:type="dxa"/>
          </w:tcPr>
          <w:p w14:paraId="5F073B5E" w14:textId="77777777" w:rsidR="00C956D8" w:rsidRPr="00DB6B68" w:rsidRDefault="00C956D8" w:rsidP="00F3353D">
            <w:pPr>
              <w:pStyle w:val="Tabletext"/>
            </w:pPr>
          </w:p>
        </w:tc>
      </w:tr>
      <w:tr w:rsidR="00C956D8" w:rsidRPr="00DB6B68" w14:paraId="3865BCF2" w14:textId="77777777" w:rsidTr="00F3353D">
        <w:trPr>
          <w:trHeight w:val="25"/>
        </w:trPr>
        <w:tc>
          <w:tcPr>
            <w:tcW w:w="2547" w:type="dxa"/>
          </w:tcPr>
          <w:p w14:paraId="7046ACD0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276" w:type="dxa"/>
          </w:tcPr>
          <w:p w14:paraId="6260ADE8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4112" w:type="dxa"/>
          </w:tcPr>
          <w:p w14:paraId="31FC9159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699" w:type="dxa"/>
          </w:tcPr>
          <w:p w14:paraId="4160C4AB" w14:textId="77777777" w:rsidR="00C956D8" w:rsidRPr="00DB6B68" w:rsidRDefault="00C956D8" w:rsidP="00F3353D">
            <w:pPr>
              <w:pStyle w:val="Tabletext"/>
            </w:pPr>
          </w:p>
        </w:tc>
      </w:tr>
      <w:tr w:rsidR="00C956D8" w:rsidRPr="00DB6B68" w14:paraId="0256EF0A" w14:textId="77777777" w:rsidTr="00F3353D">
        <w:trPr>
          <w:trHeight w:val="25"/>
        </w:trPr>
        <w:tc>
          <w:tcPr>
            <w:tcW w:w="2547" w:type="dxa"/>
          </w:tcPr>
          <w:p w14:paraId="320E6E2D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276" w:type="dxa"/>
          </w:tcPr>
          <w:p w14:paraId="6EA57B27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4112" w:type="dxa"/>
          </w:tcPr>
          <w:p w14:paraId="5D7279F5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699" w:type="dxa"/>
          </w:tcPr>
          <w:p w14:paraId="0BBD9056" w14:textId="77777777" w:rsidR="00C956D8" w:rsidRPr="00DB6B68" w:rsidRDefault="00C956D8" w:rsidP="00F3353D">
            <w:pPr>
              <w:pStyle w:val="Tabletext"/>
            </w:pPr>
          </w:p>
        </w:tc>
      </w:tr>
      <w:tr w:rsidR="00C956D8" w:rsidRPr="00DB6B68" w14:paraId="0516AC7A" w14:textId="77777777" w:rsidTr="00F3353D">
        <w:trPr>
          <w:trHeight w:val="25"/>
        </w:trPr>
        <w:tc>
          <w:tcPr>
            <w:tcW w:w="2547" w:type="dxa"/>
          </w:tcPr>
          <w:p w14:paraId="5C1D0429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276" w:type="dxa"/>
          </w:tcPr>
          <w:p w14:paraId="60357535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4112" w:type="dxa"/>
          </w:tcPr>
          <w:p w14:paraId="7DDE5AB3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699" w:type="dxa"/>
          </w:tcPr>
          <w:p w14:paraId="564A8D2C" w14:textId="77777777" w:rsidR="00C956D8" w:rsidRPr="00DB6B68" w:rsidRDefault="00C956D8" w:rsidP="00F3353D">
            <w:pPr>
              <w:pStyle w:val="Tabletext"/>
            </w:pPr>
          </w:p>
        </w:tc>
      </w:tr>
      <w:tr w:rsidR="00C956D8" w:rsidRPr="00DB6B68" w14:paraId="1FFECE4A" w14:textId="77777777" w:rsidTr="00F3353D">
        <w:trPr>
          <w:trHeight w:val="25"/>
        </w:trPr>
        <w:tc>
          <w:tcPr>
            <w:tcW w:w="2547" w:type="dxa"/>
          </w:tcPr>
          <w:p w14:paraId="51E36F7A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276" w:type="dxa"/>
          </w:tcPr>
          <w:p w14:paraId="1D388D24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4112" w:type="dxa"/>
          </w:tcPr>
          <w:p w14:paraId="1D8B4E2F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699" w:type="dxa"/>
          </w:tcPr>
          <w:p w14:paraId="04432C15" w14:textId="77777777" w:rsidR="00C956D8" w:rsidRPr="00DB6B68" w:rsidRDefault="00C956D8" w:rsidP="00F3353D">
            <w:pPr>
              <w:pStyle w:val="Tabletext"/>
            </w:pPr>
          </w:p>
        </w:tc>
      </w:tr>
      <w:tr w:rsidR="00C956D8" w:rsidRPr="00DB6B68" w14:paraId="17CA2A63" w14:textId="77777777" w:rsidTr="00F3353D">
        <w:trPr>
          <w:trHeight w:val="25"/>
        </w:trPr>
        <w:tc>
          <w:tcPr>
            <w:tcW w:w="2547" w:type="dxa"/>
          </w:tcPr>
          <w:p w14:paraId="0D3CAA41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276" w:type="dxa"/>
          </w:tcPr>
          <w:p w14:paraId="6B5C2A05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4112" w:type="dxa"/>
          </w:tcPr>
          <w:p w14:paraId="49C4FAAD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699" w:type="dxa"/>
          </w:tcPr>
          <w:p w14:paraId="24D1983D" w14:textId="77777777" w:rsidR="00C956D8" w:rsidRPr="00DB6B68" w:rsidRDefault="00C956D8" w:rsidP="00F3353D">
            <w:pPr>
              <w:pStyle w:val="Tabletext"/>
            </w:pPr>
          </w:p>
        </w:tc>
      </w:tr>
      <w:tr w:rsidR="00C956D8" w:rsidRPr="00DB6B68" w14:paraId="414D7082" w14:textId="77777777" w:rsidTr="00F3353D">
        <w:trPr>
          <w:trHeight w:val="25"/>
        </w:trPr>
        <w:tc>
          <w:tcPr>
            <w:tcW w:w="2547" w:type="dxa"/>
          </w:tcPr>
          <w:p w14:paraId="41C8E3B8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276" w:type="dxa"/>
          </w:tcPr>
          <w:p w14:paraId="52D4D5D2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4112" w:type="dxa"/>
          </w:tcPr>
          <w:p w14:paraId="4A1BBA2C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699" w:type="dxa"/>
          </w:tcPr>
          <w:p w14:paraId="24C1FE81" w14:textId="77777777" w:rsidR="00C956D8" w:rsidRPr="00DB6B68" w:rsidRDefault="00C956D8" w:rsidP="00F3353D">
            <w:pPr>
              <w:pStyle w:val="Tabletext"/>
            </w:pPr>
          </w:p>
        </w:tc>
      </w:tr>
      <w:tr w:rsidR="00C956D8" w:rsidRPr="00DB6B68" w14:paraId="63BE8CE2" w14:textId="77777777" w:rsidTr="00F3353D">
        <w:trPr>
          <w:trHeight w:val="25"/>
        </w:trPr>
        <w:tc>
          <w:tcPr>
            <w:tcW w:w="2547" w:type="dxa"/>
          </w:tcPr>
          <w:p w14:paraId="52E1F64E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276" w:type="dxa"/>
          </w:tcPr>
          <w:p w14:paraId="41B2E853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4112" w:type="dxa"/>
          </w:tcPr>
          <w:p w14:paraId="078797C4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699" w:type="dxa"/>
          </w:tcPr>
          <w:p w14:paraId="77D5E4FC" w14:textId="77777777" w:rsidR="00C956D8" w:rsidRPr="00DB6B68" w:rsidRDefault="00C956D8" w:rsidP="00F3353D">
            <w:pPr>
              <w:pStyle w:val="Tabletext"/>
            </w:pPr>
          </w:p>
        </w:tc>
      </w:tr>
      <w:tr w:rsidR="00C956D8" w:rsidRPr="00DB6B68" w14:paraId="1C153B10" w14:textId="77777777" w:rsidTr="00F3353D">
        <w:trPr>
          <w:trHeight w:val="25"/>
        </w:trPr>
        <w:tc>
          <w:tcPr>
            <w:tcW w:w="2547" w:type="dxa"/>
          </w:tcPr>
          <w:p w14:paraId="202FA554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276" w:type="dxa"/>
          </w:tcPr>
          <w:p w14:paraId="5EE63838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4112" w:type="dxa"/>
          </w:tcPr>
          <w:p w14:paraId="410798BB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699" w:type="dxa"/>
          </w:tcPr>
          <w:p w14:paraId="5B7B1659" w14:textId="77777777" w:rsidR="00C956D8" w:rsidRPr="00DB6B68" w:rsidRDefault="00C956D8" w:rsidP="00F3353D">
            <w:pPr>
              <w:pStyle w:val="Tabletext"/>
            </w:pPr>
          </w:p>
        </w:tc>
      </w:tr>
      <w:tr w:rsidR="00C956D8" w:rsidRPr="00DB6B68" w14:paraId="0BC64169" w14:textId="77777777" w:rsidTr="00F3353D">
        <w:trPr>
          <w:trHeight w:val="25"/>
        </w:trPr>
        <w:tc>
          <w:tcPr>
            <w:tcW w:w="2547" w:type="dxa"/>
          </w:tcPr>
          <w:p w14:paraId="75878969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276" w:type="dxa"/>
          </w:tcPr>
          <w:p w14:paraId="6BAF6E9D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4112" w:type="dxa"/>
          </w:tcPr>
          <w:p w14:paraId="44336569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699" w:type="dxa"/>
          </w:tcPr>
          <w:p w14:paraId="02C64809" w14:textId="77777777" w:rsidR="00C956D8" w:rsidRPr="00DB6B68" w:rsidRDefault="00C956D8" w:rsidP="00F3353D">
            <w:pPr>
              <w:pStyle w:val="Tabletext"/>
            </w:pPr>
          </w:p>
        </w:tc>
      </w:tr>
      <w:tr w:rsidR="00C956D8" w:rsidRPr="00DB6B68" w14:paraId="71AB7588" w14:textId="77777777" w:rsidTr="00F3353D">
        <w:trPr>
          <w:trHeight w:val="25"/>
        </w:trPr>
        <w:tc>
          <w:tcPr>
            <w:tcW w:w="2547" w:type="dxa"/>
          </w:tcPr>
          <w:p w14:paraId="4FC81F34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276" w:type="dxa"/>
          </w:tcPr>
          <w:p w14:paraId="4B61F85B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4112" w:type="dxa"/>
          </w:tcPr>
          <w:p w14:paraId="088189E3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699" w:type="dxa"/>
          </w:tcPr>
          <w:p w14:paraId="6C93803C" w14:textId="77777777" w:rsidR="00C956D8" w:rsidRPr="00DB6B68" w:rsidRDefault="00C956D8" w:rsidP="00F3353D">
            <w:pPr>
              <w:pStyle w:val="Tabletext"/>
            </w:pPr>
          </w:p>
        </w:tc>
      </w:tr>
      <w:tr w:rsidR="00C956D8" w:rsidRPr="00DB6B68" w14:paraId="49121184" w14:textId="77777777" w:rsidTr="00F3353D">
        <w:trPr>
          <w:trHeight w:val="25"/>
        </w:trPr>
        <w:tc>
          <w:tcPr>
            <w:tcW w:w="2547" w:type="dxa"/>
          </w:tcPr>
          <w:p w14:paraId="59C8C66F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276" w:type="dxa"/>
          </w:tcPr>
          <w:p w14:paraId="06717D0D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4112" w:type="dxa"/>
          </w:tcPr>
          <w:p w14:paraId="4AD6FE57" w14:textId="77777777" w:rsidR="00C956D8" w:rsidRPr="00DB6B68" w:rsidRDefault="00C956D8" w:rsidP="00F3353D">
            <w:pPr>
              <w:pStyle w:val="Tabletext"/>
            </w:pPr>
          </w:p>
        </w:tc>
        <w:tc>
          <w:tcPr>
            <w:tcW w:w="1699" w:type="dxa"/>
          </w:tcPr>
          <w:p w14:paraId="34E8264C" w14:textId="77777777" w:rsidR="00C956D8" w:rsidRPr="00DB6B68" w:rsidRDefault="00C956D8" w:rsidP="00F3353D">
            <w:pPr>
              <w:pStyle w:val="Tabletext"/>
            </w:pPr>
          </w:p>
        </w:tc>
      </w:tr>
    </w:tbl>
    <w:p w14:paraId="24F9A1EB" w14:textId="77777777" w:rsidR="00AF1A87" w:rsidRPr="00AF1A87" w:rsidRDefault="00AF1A87" w:rsidP="00AF1A87"/>
    <w:sectPr w:rsidR="00AF1A87" w:rsidRPr="00AF1A87" w:rsidSect="00F8132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5" w:right="1134" w:bottom="1134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D18EF" w14:textId="77777777" w:rsidR="00AF1A87" w:rsidRDefault="00AF1A87" w:rsidP="008E21DE">
      <w:pPr>
        <w:spacing w:before="0" w:after="0"/>
      </w:pPr>
      <w:r>
        <w:separator/>
      </w:r>
    </w:p>
    <w:p w14:paraId="7C027B76" w14:textId="77777777" w:rsidR="00AF1A87" w:rsidRDefault="00AF1A87"/>
  </w:endnote>
  <w:endnote w:type="continuationSeparator" w:id="0">
    <w:p w14:paraId="7A722FF9" w14:textId="77777777" w:rsidR="00AF1A87" w:rsidRDefault="00AF1A87" w:rsidP="008E21DE">
      <w:pPr>
        <w:spacing w:before="0" w:after="0"/>
      </w:pPr>
      <w:r>
        <w:continuationSeparator/>
      </w:r>
    </w:p>
    <w:p w14:paraId="09A75FB1" w14:textId="77777777" w:rsidR="00AF1A87" w:rsidRDefault="00AF1A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3FCF0" w14:textId="31C75C99" w:rsidR="00013309" w:rsidRPr="00500DA0" w:rsidRDefault="00FA73AF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487B6FA7C94E44079BF1BD444572F4C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F1A87">
          <w:rPr>
            <w:rFonts w:ascii="ArialMT" w:hAnsi="ArialMT" w:cs="ArialMT"/>
            <w:szCs w:val="16"/>
          </w:rPr>
          <w:t>Form TC07A – Nomination form for training and checking personnel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B4CE8" w14:textId="77777777" w:rsidR="00013309" w:rsidRDefault="00013309" w:rsidP="00013309">
    <w:pPr>
      <w:pStyle w:val="Footer"/>
    </w:pPr>
    <w:r>
      <w:t>Civil Aviation Safety Authority</w:t>
    </w:r>
  </w:p>
  <w:p w14:paraId="71721BB2" w14:textId="4C1B724F" w:rsidR="00013309" w:rsidRDefault="00FA73AF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F1A87">
          <w:rPr>
            <w:rFonts w:ascii="ArialMT" w:hAnsi="ArialMT" w:cs="ArialMT"/>
            <w:szCs w:val="16"/>
          </w:rPr>
          <w:t>Form TC07A – Nomination form for training and checking personnel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AF1A87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AF1A87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419D7D71" w14:textId="77777777" w:rsidR="00013309" w:rsidRPr="00A365CA" w:rsidRDefault="00FA73AF" w:rsidP="00013309">
    <w:pPr>
      <w:pStyle w:val="SecurityClassification"/>
    </w:pPr>
    <w:sdt>
      <w:sdt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>
          <w:t>Official</w:t>
        </w:r>
      </w:sdtContent>
    </w:sdt>
    <w:r w:rsidR="00463F67" w:rsidRPr="00A365CA">
      <w:rPr>
        <w:noProof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54AE6BC3" wp14:editId="42690682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22B8DEE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AE6BC3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522B8DEE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47CD0" w14:textId="77777777" w:rsidR="00AF1A87" w:rsidRPr="0022402E" w:rsidRDefault="00AF1A87" w:rsidP="0022402E">
      <w:pPr>
        <w:spacing w:before="240"/>
        <w:rPr>
          <w:lang w:val="en-US"/>
        </w:rPr>
      </w:pPr>
      <w:r w:rsidRPr="0022402E">
        <w:rPr>
          <w:color w:val="13B5EA" w:themeColor="accent1"/>
          <w:lang w:val="en-US"/>
        </w:rPr>
        <w:t>____</w:t>
      </w:r>
    </w:p>
  </w:footnote>
  <w:footnote w:type="continuationSeparator" w:id="0">
    <w:p w14:paraId="5C92FC0E" w14:textId="77777777" w:rsidR="00AF1A87" w:rsidRDefault="00AF1A87" w:rsidP="008E21DE">
      <w:pPr>
        <w:spacing w:before="0" w:after="0"/>
      </w:pPr>
      <w:r>
        <w:continuationSeparator/>
      </w:r>
    </w:p>
    <w:p w14:paraId="0DDC958F" w14:textId="77777777" w:rsidR="00AF1A87" w:rsidRDefault="00AF1A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E651A" w14:textId="77777777" w:rsidR="00DD684D" w:rsidRDefault="00DD684D" w:rsidP="00DD684D">
    <w:pPr>
      <w:pStyle w:val="Header"/>
    </w:pPr>
    <w:r>
      <w:t>ORGANISATION NAME/DETAILS</w:t>
    </w:r>
  </w:p>
  <w:p w14:paraId="0A596F17" w14:textId="77777777" w:rsidR="00013309" w:rsidRPr="00DD684D" w:rsidRDefault="00FA73AF" w:rsidP="00A558DC">
    <w:pPr>
      <w:pStyle w:val="Header"/>
      <w:spacing w:after="120"/>
    </w:pPr>
    <w:r>
      <w:pict w14:anchorId="6C42AB31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8E365" w14:textId="77777777" w:rsidR="00463F67" w:rsidRDefault="00FA73AF" w:rsidP="00463F67">
    <w:pPr>
      <w:pStyle w:val="SecurityClassification"/>
      <w:spacing w:after="360"/>
    </w:pPr>
    <w:sdt>
      <w:sdt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7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16138"/>
    <w:multiLevelType w:val="multilevel"/>
    <w:tmpl w:val="A3380760"/>
    <w:numStyleLink w:val="List1Legal"/>
  </w:abstractNum>
  <w:abstractNum w:abstractNumId="9" w15:restartNumberingAfterBreak="0">
    <w:nsid w:val="31A8391D"/>
    <w:multiLevelType w:val="multilevel"/>
    <w:tmpl w:val="C284D0B0"/>
    <w:numStyleLink w:val="FigureNumbers"/>
  </w:abstractNum>
  <w:abstractNum w:abstractNumId="10" w15:restartNumberingAfterBreak="0">
    <w:nsid w:val="374F11D6"/>
    <w:multiLevelType w:val="multilevel"/>
    <w:tmpl w:val="131EEC6C"/>
    <w:numStyleLink w:val="TableNumbers"/>
  </w:abstractNum>
  <w:abstractNum w:abstractNumId="11" w15:restartNumberingAfterBreak="0">
    <w:nsid w:val="3D8D0E91"/>
    <w:multiLevelType w:val="multilevel"/>
    <w:tmpl w:val="2F7889CA"/>
    <w:numStyleLink w:val="AppendixNumbers"/>
  </w:abstractNum>
  <w:abstractNum w:abstractNumId="12" w15:restartNumberingAfterBreak="0">
    <w:nsid w:val="460B4F95"/>
    <w:multiLevelType w:val="multilevel"/>
    <w:tmpl w:val="DC7657F0"/>
    <w:numStyleLink w:val="NumberedHeadings"/>
  </w:abstractNum>
  <w:abstractNum w:abstractNumId="13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7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19"/>
  </w:num>
  <w:num w:numId="2" w16cid:durableId="430204627">
    <w:abstractNumId w:val="13"/>
  </w:num>
  <w:num w:numId="3" w16cid:durableId="1793472070">
    <w:abstractNumId w:val="18"/>
  </w:num>
  <w:num w:numId="4" w16cid:durableId="1753431680">
    <w:abstractNumId w:val="6"/>
  </w:num>
  <w:num w:numId="5" w16cid:durableId="1758750030">
    <w:abstractNumId w:val="4"/>
  </w:num>
  <w:num w:numId="6" w16cid:durableId="2087679980">
    <w:abstractNumId w:val="15"/>
  </w:num>
  <w:num w:numId="7" w16cid:durableId="1881673441">
    <w:abstractNumId w:val="17"/>
  </w:num>
  <w:num w:numId="8" w16cid:durableId="1234318621">
    <w:abstractNumId w:val="14"/>
  </w:num>
  <w:num w:numId="9" w16cid:durableId="1046101840">
    <w:abstractNumId w:val="5"/>
  </w:num>
  <w:num w:numId="10" w16cid:durableId="1201088331">
    <w:abstractNumId w:val="16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6"/>
  </w:num>
  <w:num w:numId="14" w16cid:durableId="343291214">
    <w:abstractNumId w:val="9"/>
  </w:num>
  <w:num w:numId="15" w16cid:durableId="1117331301">
    <w:abstractNumId w:val="8"/>
  </w:num>
  <w:num w:numId="16" w16cid:durableId="1742823293">
    <w:abstractNumId w:val="17"/>
  </w:num>
  <w:num w:numId="17" w16cid:durableId="2105681739">
    <w:abstractNumId w:val="7"/>
  </w:num>
  <w:num w:numId="18" w16cid:durableId="1767118343">
    <w:abstractNumId w:val="10"/>
  </w:num>
  <w:num w:numId="19" w16cid:durableId="395666950">
    <w:abstractNumId w:val="16"/>
  </w:num>
  <w:num w:numId="20" w16cid:durableId="744834881">
    <w:abstractNumId w:val="12"/>
  </w:num>
  <w:num w:numId="21" w16cid:durableId="1622565295">
    <w:abstractNumId w:val="11"/>
  </w:num>
  <w:num w:numId="22" w16cid:durableId="867183518">
    <w:abstractNumId w:val="2"/>
  </w:num>
  <w:num w:numId="23" w16cid:durableId="328362702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A87"/>
    <w:rsid w:val="00013309"/>
    <w:rsid w:val="000249B9"/>
    <w:rsid w:val="000334E0"/>
    <w:rsid w:val="00037782"/>
    <w:rsid w:val="00061E14"/>
    <w:rsid w:val="00080615"/>
    <w:rsid w:val="000B0011"/>
    <w:rsid w:val="000C252F"/>
    <w:rsid w:val="000C5798"/>
    <w:rsid w:val="000D1115"/>
    <w:rsid w:val="000D3374"/>
    <w:rsid w:val="000D6562"/>
    <w:rsid w:val="000D7C76"/>
    <w:rsid w:val="00111FE2"/>
    <w:rsid w:val="001169A7"/>
    <w:rsid w:val="0012631E"/>
    <w:rsid w:val="00143430"/>
    <w:rsid w:val="00167A69"/>
    <w:rsid w:val="00176B72"/>
    <w:rsid w:val="00195255"/>
    <w:rsid w:val="00222CED"/>
    <w:rsid w:val="0022402E"/>
    <w:rsid w:val="0024420C"/>
    <w:rsid w:val="002573ED"/>
    <w:rsid w:val="002804D3"/>
    <w:rsid w:val="0028675C"/>
    <w:rsid w:val="002A42D7"/>
    <w:rsid w:val="002F3747"/>
    <w:rsid w:val="002F455A"/>
    <w:rsid w:val="00341E32"/>
    <w:rsid w:val="003449A0"/>
    <w:rsid w:val="00352FB1"/>
    <w:rsid w:val="00356D05"/>
    <w:rsid w:val="00363338"/>
    <w:rsid w:val="00387F20"/>
    <w:rsid w:val="00391C57"/>
    <w:rsid w:val="00393599"/>
    <w:rsid w:val="003976B5"/>
    <w:rsid w:val="003D0AF7"/>
    <w:rsid w:val="003F78DD"/>
    <w:rsid w:val="00405A64"/>
    <w:rsid w:val="004154E2"/>
    <w:rsid w:val="00415957"/>
    <w:rsid w:val="00420BDC"/>
    <w:rsid w:val="0043353F"/>
    <w:rsid w:val="0046274F"/>
    <w:rsid w:val="00463F67"/>
    <w:rsid w:val="00481C28"/>
    <w:rsid w:val="00496095"/>
    <w:rsid w:val="004A6B98"/>
    <w:rsid w:val="004B18C3"/>
    <w:rsid w:val="004B4B57"/>
    <w:rsid w:val="004B761C"/>
    <w:rsid w:val="00500DA0"/>
    <w:rsid w:val="00534D53"/>
    <w:rsid w:val="00535289"/>
    <w:rsid w:val="005408E0"/>
    <w:rsid w:val="00546F0F"/>
    <w:rsid w:val="005611E7"/>
    <w:rsid w:val="00572028"/>
    <w:rsid w:val="005872EE"/>
    <w:rsid w:val="00593CFA"/>
    <w:rsid w:val="005A368C"/>
    <w:rsid w:val="005C599A"/>
    <w:rsid w:val="00621AA4"/>
    <w:rsid w:val="00643763"/>
    <w:rsid w:val="0065343E"/>
    <w:rsid w:val="0067193F"/>
    <w:rsid w:val="00680F04"/>
    <w:rsid w:val="0069176C"/>
    <w:rsid w:val="0069504E"/>
    <w:rsid w:val="006B067A"/>
    <w:rsid w:val="006D2AAE"/>
    <w:rsid w:val="006D4A3D"/>
    <w:rsid w:val="006E386E"/>
    <w:rsid w:val="00761DF2"/>
    <w:rsid w:val="00762053"/>
    <w:rsid w:val="0076765C"/>
    <w:rsid w:val="00782769"/>
    <w:rsid w:val="00786EF9"/>
    <w:rsid w:val="00792F0D"/>
    <w:rsid w:val="00795A1A"/>
    <w:rsid w:val="007A1A84"/>
    <w:rsid w:val="007A1DC3"/>
    <w:rsid w:val="007A32A6"/>
    <w:rsid w:val="007B0B08"/>
    <w:rsid w:val="007B7908"/>
    <w:rsid w:val="0082494A"/>
    <w:rsid w:val="00841B5A"/>
    <w:rsid w:val="00876B16"/>
    <w:rsid w:val="00883AB1"/>
    <w:rsid w:val="00884576"/>
    <w:rsid w:val="008B223F"/>
    <w:rsid w:val="008B5F0D"/>
    <w:rsid w:val="008B62F1"/>
    <w:rsid w:val="008D3459"/>
    <w:rsid w:val="008E21DE"/>
    <w:rsid w:val="008F2E67"/>
    <w:rsid w:val="008F6729"/>
    <w:rsid w:val="0093424E"/>
    <w:rsid w:val="00961649"/>
    <w:rsid w:val="00971C95"/>
    <w:rsid w:val="00977C26"/>
    <w:rsid w:val="00984B18"/>
    <w:rsid w:val="009A1E31"/>
    <w:rsid w:val="009A26DC"/>
    <w:rsid w:val="009B36E0"/>
    <w:rsid w:val="009D579E"/>
    <w:rsid w:val="009F0A52"/>
    <w:rsid w:val="009F200E"/>
    <w:rsid w:val="00A07476"/>
    <w:rsid w:val="00A07E4A"/>
    <w:rsid w:val="00A17147"/>
    <w:rsid w:val="00A2204F"/>
    <w:rsid w:val="00A220A6"/>
    <w:rsid w:val="00A365CA"/>
    <w:rsid w:val="00A401EB"/>
    <w:rsid w:val="00A51A9F"/>
    <w:rsid w:val="00A54503"/>
    <w:rsid w:val="00A558DC"/>
    <w:rsid w:val="00A56018"/>
    <w:rsid w:val="00A56A12"/>
    <w:rsid w:val="00A670E9"/>
    <w:rsid w:val="00A8475F"/>
    <w:rsid w:val="00A85DE5"/>
    <w:rsid w:val="00AB12D5"/>
    <w:rsid w:val="00AD735D"/>
    <w:rsid w:val="00AF0899"/>
    <w:rsid w:val="00AF1A87"/>
    <w:rsid w:val="00B014EE"/>
    <w:rsid w:val="00B10265"/>
    <w:rsid w:val="00B36A39"/>
    <w:rsid w:val="00B603C0"/>
    <w:rsid w:val="00B636CC"/>
    <w:rsid w:val="00BB001A"/>
    <w:rsid w:val="00BD532A"/>
    <w:rsid w:val="00BD623A"/>
    <w:rsid w:val="00BF08D9"/>
    <w:rsid w:val="00C0421C"/>
    <w:rsid w:val="00C06EF2"/>
    <w:rsid w:val="00C375C0"/>
    <w:rsid w:val="00C375C7"/>
    <w:rsid w:val="00C75CAF"/>
    <w:rsid w:val="00C837F2"/>
    <w:rsid w:val="00C956D8"/>
    <w:rsid w:val="00CA2B08"/>
    <w:rsid w:val="00CA6BAF"/>
    <w:rsid w:val="00CF0836"/>
    <w:rsid w:val="00CF700D"/>
    <w:rsid w:val="00D1117D"/>
    <w:rsid w:val="00D26448"/>
    <w:rsid w:val="00D55BB9"/>
    <w:rsid w:val="00D81030"/>
    <w:rsid w:val="00D94649"/>
    <w:rsid w:val="00DB1609"/>
    <w:rsid w:val="00DB22E4"/>
    <w:rsid w:val="00DC12BF"/>
    <w:rsid w:val="00DD684D"/>
    <w:rsid w:val="00DE4798"/>
    <w:rsid w:val="00DF74BA"/>
    <w:rsid w:val="00E02B85"/>
    <w:rsid w:val="00E06B80"/>
    <w:rsid w:val="00E2309B"/>
    <w:rsid w:val="00E5425D"/>
    <w:rsid w:val="00E67411"/>
    <w:rsid w:val="00E70E31"/>
    <w:rsid w:val="00E819EA"/>
    <w:rsid w:val="00E9794A"/>
    <w:rsid w:val="00F34BEE"/>
    <w:rsid w:val="00F81326"/>
    <w:rsid w:val="00F86B38"/>
    <w:rsid w:val="00F9318C"/>
    <w:rsid w:val="00F95342"/>
    <w:rsid w:val="00F95D51"/>
    <w:rsid w:val="00FA73AF"/>
    <w:rsid w:val="00FE4D12"/>
    <w:rsid w:val="00FE4ECC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55E2D2"/>
  <w15:chartTrackingRefBased/>
  <w15:docId w15:val="{14972E59-66E0-4E27-8CE4-3864D6C9E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Tabletext">
    <w:name w:val="Table text"/>
    <w:basedOn w:val="Normal"/>
    <w:qFormat/>
    <w:rsid w:val="00C956D8"/>
    <w:pPr>
      <w:spacing w:before="0" w:after="0"/>
    </w:pPr>
    <w:rPr>
      <w:rFonts w:ascii="Arial" w:eastAsia="Times New Roman" w:hAnsi="Arial" w:cs="Arial"/>
      <w:color w:val="000000"/>
    </w:rPr>
  </w:style>
  <w:style w:type="table" w:customStyle="1" w:styleId="SD-MOStable">
    <w:name w:val="SD - MOS table"/>
    <w:basedOn w:val="TableNormal"/>
    <w:uiPriority w:val="99"/>
    <w:rsid w:val="00C956D8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87B6FA7C94E44079BF1BD444572F4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20B1D6-44C2-4494-ADD6-182EEB881F4C}"/>
      </w:docPartPr>
      <w:docPartBody>
        <w:p w:rsidR="004A18BA" w:rsidRDefault="004A18BA">
          <w:pPr>
            <w:pStyle w:val="487B6FA7C94E44079BF1BD444572F4C2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8BA"/>
    <w:rsid w:val="00352FB1"/>
    <w:rsid w:val="004A18BA"/>
    <w:rsid w:val="004B761C"/>
    <w:rsid w:val="00D2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487B6FA7C94E44079BF1BD444572F4C2">
    <w:name w:val="487B6FA7C94E44079BF1BD444572F4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2924B8A-71DF-4FF1-ABDC-DE702425331C}">
  <ds:schemaRefs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www.w3.org/XML/1998/namespace"/>
    <ds:schemaRef ds:uri="09d1133f-994b-4ec9-8bcd-76b1f6ed9a8c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147bc000-5d24-4a58-bdb3-1d507d54dc9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1</TotalTime>
  <Pages>1</Pages>
  <Words>33</Words>
  <Characters>228</Characters>
  <Application>Microsoft Office Word</Application>
  <DocSecurity>0</DocSecurity>
  <Lines>28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TC07A – Nomination form for training and checking personnel</vt:lpstr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TC07A – Nomination form for training and checking personnel</dc:title>
  <dc:subject/>
  <dc:creator>Bartholomew, Tina</dc:creator>
  <cp:keywords/>
  <dc:description/>
  <cp:lastModifiedBy>Bartholomew, Tina</cp:lastModifiedBy>
  <cp:revision>6</cp:revision>
  <dcterms:created xsi:type="dcterms:W3CDTF">2025-11-18T01:26:00Z</dcterms:created>
  <dcterms:modified xsi:type="dcterms:W3CDTF">2025-11-25T04:44:00Z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NOS-2025-0025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